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</w:t>
      </w:r>
      <w:proofErr w:type="gramStart"/>
      <w:r w:rsidR="002A22BF" w:rsidRPr="001F43FD">
        <w:rPr>
          <w:rFonts w:ascii="Corbel" w:hAnsi="Corbel"/>
          <w:bCs/>
          <w:i/>
        </w:rPr>
        <w:t xml:space="preserve">UR </w:t>
      </w:r>
      <w:r w:rsidRPr="001F43FD">
        <w:rPr>
          <w:rFonts w:ascii="Corbel" w:hAnsi="Corbel"/>
          <w:bCs/>
          <w:i/>
        </w:rPr>
        <w:t xml:space="preserve"> nr</w:t>
      </w:r>
      <w:proofErr w:type="gramEnd"/>
      <w:r w:rsidRPr="001F43FD">
        <w:rPr>
          <w:rFonts w:ascii="Corbel" w:hAnsi="Corbel"/>
          <w:bCs/>
          <w:i/>
        </w:rPr>
        <w:t xml:space="preserve">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2B57A8C7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5692">
        <w:rPr>
          <w:rFonts w:ascii="Corbel" w:hAnsi="Corbel"/>
          <w:smallCaps/>
          <w:sz w:val="24"/>
          <w:szCs w:val="24"/>
        </w:rPr>
        <w:t>2022-2024</w:t>
      </w:r>
    </w:p>
    <w:p w14:paraId="6A868EA3" w14:textId="2B0256AE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8C5692">
        <w:rPr>
          <w:rFonts w:ascii="Corbel" w:hAnsi="Corbel"/>
          <w:sz w:val="20"/>
          <w:szCs w:val="20"/>
        </w:rPr>
        <w:t>3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8C5692">
        <w:rPr>
          <w:rFonts w:ascii="Corbel" w:hAnsi="Corbel"/>
          <w:sz w:val="20"/>
          <w:szCs w:val="20"/>
        </w:rPr>
        <w:t>4</w:t>
      </w:r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56F92" w:rsidRPr="001F43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C410D71" w14:textId="13C41FAA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="008C5692">
        <w:rPr>
          <w:rFonts w:ascii="Corbel" w:hAnsi="Corbel"/>
          <w:b w:val="0"/>
          <w:sz w:val="24"/>
          <w:szCs w:val="24"/>
        </w:rPr>
        <w:t xml:space="preserve"> </w:t>
      </w:r>
      <w:r w:rsidRPr="001F43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Wykł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proofErr w:type="spellEnd"/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Sem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Prakt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42FF1A8E" w:rsidR="00015B8F" w:rsidRPr="001F43FD" w:rsidRDefault="00272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5ED9CA01" w:rsidR="00B56F92" w:rsidRPr="001F43FD" w:rsidRDefault="006137D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Od niepewności do ryzyka – gra „Race to the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1F43FD">
        <w:rPr>
          <w:rFonts w:ascii="Corbel" w:hAnsi="Corbel"/>
          <w:sz w:val="24"/>
          <w:szCs w:val="24"/>
        </w:rPr>
        <w:t>Teams</w:t>
      </w:r>
      <w:proofErr w:type="spellEnd"/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1F43FD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14:paraId="0E2111CB" w14:textId="65E319D0" w:rsidR="00860651" w:rsidRPr="001F43FD" w:rsidRDefault="006137D9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860651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Prezentacja grupowa podczas ćwiczeń: (20%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) 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bardzo dobry  </w:t>
            </w:r>
          </w:p>
          <w:p w14:paraId="53174D87" w14:textId="77777777" w:rsidR="0085747A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gramStart"/>
            <w:r w:rsidRPr="001F43FD">
              <w:rPr>
                <w:rFonts w:ascii="Corbel" w:hAnsi="Corbel"/>
                <w:b w:val="0"/>
                <w:smallCaps w:val="0"/>
              </w:rPr>
              <w:t>Wykłady  -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</w:rPr>
              <w:t xml:space="preserve">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  <w:p w14:paraId="02C6AD22" w14:textId="3ADC787A" w:rsidR="006137D9" w:rsidRPr="001F43FD" w:rsidRDefault="006137D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 – punktacja jak wyżej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3706C10E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37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2E31550F" w:rsidR="00C61DC5" w:rsidRPr="001F43FD" w:rsidRDefault="00840656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966EC"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19706C3F" w:rsidR="0085747A" w:rsidRPr="001F43FD" w:rsidRDefault="00735B9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966EC"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031F8D3" w:rsidR="0085747A" w:rsidRPr="001F43FD" w:rsidRDefault="00735B9F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Tyszka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, I. i Zawiła-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Niedzwiedzki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N. (2014). Czarny Łabędź. O skutkach nieprzewidywalnych zdarzeń.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Kurhaus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Barwińska-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(2020). Financial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risk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its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consequences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inherent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element of public-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private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partnerships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[in:] Business,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Economics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Science.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Common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Challenges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eds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J. Duda and T. Bernat).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Filodiritto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Publisher,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Inforomatica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S.R.L.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6F77" w14:textId="77777777" w:rsidR="00EA217E" w:rsidRDefault="00EA217E" w:rsidP="00C16ABF">
      <w:pPr>
        <w:spacing w:after="0" w:line="240" w:lineRule="auto"/>
      </w:pPr>
      <w:r>
        <w:separator/>
      </w:r>
    </w:p>
  </w:endnote>
  <w:endnote w:type="continuationSeparator" w:id="0">
    <w:p w14:paraId="49D0390A" w14:textId="77777777" w:rsidR="00EA217E" w:rsidRDefault="00EA21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23EB3" w14:textId="77777777" w:rsidR="00EA217E" w:rsidRDefault="00EA217E" w:rsidP="00C16ABF">
      <w:pPr>
        <w:spacing w:after="0" w:line="240" w:lineRule="auto"/>
      </w:pPr>
      <w:r>
        <w:separator/>
      </w:r>
    </w:p>
  </w:footnote>
  <w:footnote w:type="continuationSeparator" w:id="0">
    <w:p w14:paraId="2D700E6F" w14:textId="77777777" w:rsidR="00EA217E" w:rsidRDefault="00EA217E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4FD"/>
    <w:rsid w:val="00015B8F"/>
    <w:rsid w:val="00022ECE"/>
    <w:rsid w:val="0003040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72D5B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37D9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35B9F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0656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69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17D8C"/>
    <w:rsid w:val="00B3130B"/>
    <w:rsid w:val="00B32264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17E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4D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4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4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4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216892-A2F5-488F-9923-F7004F0E5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473F0-3F52-46CC-AEBE-956E4D13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947</Words>
  <Characters>5688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2020-11-28T05:58:00Z</dcterms:created>
  <dcterms:modified xsi:type="dcterms:W3CDTF">2022-09-22T17:45:00Z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